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45B4236" w14:textId="77777777" w:rsidR="00E774BA" w:rsidRDefault="00E774BA" w:rsidP="00B655F8">
      <w:pPr>
        <w:ind w:left="360" w:right="274"/>
        <w:jc w:val="center"/>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1A17511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00763E6C" w:rsidRPr="00A3731A">
          <w:rPr>
            <w:rStyle w:val="Hypertextovprepojenie"/>
            <w:rFonts w:asciiTheme="minorHAnsi" w:hAnsiTheme="minorHAnsi"/>
            <w:sz w:val="22"/>
            <w:szCs w:val="22"/>
          </w:rPr>
          <w:t>riaditel@ddadssvelkykrtis.sk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632A78E8"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B655F8">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6F6D4E52"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4F628B29"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128188FA"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0E709393"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0FDA1D16"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3D9A8EB0"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6D60CA87" w:rsidR="00E34F41"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54E587D5" w14:textId="77777777" w:rsidR="00B655F8" w:rsidRPr="00754FF7" w:rsidRDefault="00B655F8" w:rsidP="00E34F41">
      <w:pPr>
        <w:rPr>
          <w:rFonts w:asciiTheme="minorHAnsi" w:hAnsiTheme="minorHAnsi"/>
          <w:sz w:val="22"/>
          <w:szCs w:val="22"/>
        </w:rPr>
      </w:pP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651A6F62"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004B327E">
        <w:rPr>
          <w:b/>
          <w:bCs/>
        </w:rPr>
        <w:t xml:space="preserve"> </w:t>
      </w:r>
      <w:r w:rsidR="0035697C">
        <w:rPr>
          <w:b/>
          <w:bCs/>
        </w:rPr>
        <w:t>ovocie, zelenina a zemiaky</w:t>
      </w:r>
      <w:r w:rsidR="00754FF7">
        <w:rPr>
          <w:b/>
          <w:bCs/>
        </w:rPr>
        <w:t xml:space="preserve"> </w:t>
      </w:r>
      <w:r w:rsidRPr="00AB4060">
        <w:t xml:space="preserve">“ ponúkaný predávajúcim, </w:t>
      </w:r>
      <w:r w:rsidRPr="00AB4060">
        <w:lastRenderedPageBreak/>
        <w:t>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0064409D"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35697C">
        <w:rPr>
          <w:b/>
          <w:bCs/>
          <w:color w:val="auto"/>
        </w:rPr>
        <w:t xml:space="preserve"> 2x týždenne</w:t>
      </w:r>
      <w:r w:rsidR="004B327E" w:rsidRPr="004B327E">
        <w:rPr>
          <w:b/>
          <w:bCs/>
          <w:color w:val="auto"/>
        </w:rPr>
        <w:t xml:space="preserve"> </w:t>
      </w:r>
      <w:r w:rsidRPr="004B327E">
        <w:rPr>
          <w:b/>
          <w:color w:val="auto"/>
        </w:rPr>
        <w:t xml:space="preserve"> do </w:t>
      </w:r>
      <w:r w:rsidR="0035697C">
        <w:rPr>
          <w:b/>
          <w:color w:val="auto"/>
        </w:rPr>
        <w:t>13</w:t>
      </w:r>
      <w:r w:rsidRPr="004B327E">
        <w:rPr>
          <w:b/>
          <w:color w:val="auto"/>
        </w:rPr>
        <w:t>.</w:t>
      </w:r>
      <w:r w:rsidR="0035697C">
        <w:rPr>
          <w:b/>
          <w:color w:val="auto"/>
        </w:rPr>
        <w:t>0</w:t>
      </w:r>
      <w:r w:rsidR="004B327E" w:rsidRPr="004B327E">
        <w:rPr>
          <w:b/>
          <w:color w:val="auto"/>
        </w:rPr>
        <w:t>0</w:t>
      </w:r>
      <w:r w:rsidRPr="004B327E">
        <w:rPr>
          <w:b/>
          <w:color w:val="auto"/>
        </w:rPr>
        <w:t xml:space="preserve"> hod.,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656C466" w14:textId="77777777" w:rsidR="00763E6C"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w:t>
      </w:r>
    </w:p>
    <w:p w14:paraId="2162F549" w14:textId="7A5927D6" w:rsidR="00763E6C" w:rsidRDefault="00763E6C" w:rsidP="00024E60">
      <w:pPr>
        <w:pStyle w:val="Odsekzoznamu"/>
        <w:spacing w:after="0" w:line="259" w:lineRule="auto"/>
        <w:ind w:left="0" w:right="0" w:firstLine="0"/>
      </w:pPr>
    </w:p>
    <w:p w14:paraId="495A3454" w14:textId="24965076" w:rsidR="00024E60" w:rsidRDefault="00024E60" w:rsidP="00024E60">
      <w:pPr>
        <w:pStyle w:val="Odsekzoznamu"/>
        <w:spacing w:after="0" w:line="259" w:lineRule="auto"/>
        <w:ind w:left="0" w:right="0" w:firstLine="0"/>
      </w:pPr>
    </w:p>
    <w:p w14:paraId="35997F75" w14:textId="77777777" w:rsidR="00024E60" w:rsidRDefault="00024E60" w:rsidP="00024E60">
      <w:pPr>
        <w:pStyle w:val="Odsekzoznamu"/>
        <w:spacing w:after="0" w:line="259" w:lineRule="auto"/>
        <w:ind w:left="0" w:right="0" w:firstLine="0"/>
      </w:pPr>
    </w:p>
    <w:p w14:paraId="2870A926" w14:textId="0DD43787" w:rsidR="00E34F41" w:rsidRDefault="00E34F41" w:rsidP="00024E60">
      <w:pPr>
        <w:pStyle w:val="Odsekzoznamu"/>
        <w:spacing w:after="0" w:line="259" w:lineRule="auto"/>
        <w:ind w:left="0" w:right="0" w:firstLine="0"/>
      </w:pPr>
      <w:r>
        <w:lastRenderedPageBreak/>
        <w:t>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024E60"/>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49A44761" w14:textId="0FF9534C" w:rsidR="009C4B7D" w:rsidRDefault="00E34F41" w:rsidP="009C4B7D">
      <w:pPr>
        <w:pStyle w:val="Odsekzoznamu"/>
        <w:numPr>
          <w:ilvl w:val="0"/>
          <w:numId w:val="15"/>
        </w:numPr>
        <w:spacing w:after="0" w:line="259" w:lineRule="auto"/>
        <w:ind w:left="0" w:right="0" w:firstLine="0"/>
      </w:pPr>
      <w:r>
        <w:t>Maximálna zmluvná cena rámcovej dohody je stanovená na:</w:t>
      </w:r>
    </w:p>
    <w:p w14:paraId="4D50447F" w14:textId="5ADFBC68"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156A91">
        <w:rPr>
          <w:rFonts w:asciiTheme="minorHAnsi" w:hAnsiTheme="minorHAnsi"/>
          <w:b/>
          <w:color w:val="auto"/>
        </w:rPr>
        <w:t xml:space="preserve"> </w:t>
      </w:r>
      <w:r w:rsidR="00763E6C">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5222B31"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00763E6C">
        <w:rPr>
          <w:rFonts w:asciiTheme="minorHAnsi" w:hAnsiTheme="minorHAnsi"/>
          <w:b/>
        </w:rPr>
        <w:t> </w:t>
      </w:r>
      <w:r w:rsidR="00156A91">
        <w:rPr>
          <w:rFonts w:asciiTheme="minorHAnsi" w:hAnsiTheme="minorHAnsi"/>
          <w:b/>
        </w:rPr>
        <w:t xml:space="preserve">      </w:t>
      </w:r>
      <w:r w:rsidR="004B327E">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543811FE" w:rsidR="00E34F41" w:rsidRPr="009C4B7D" w:rsidRDefault="00763E6C" w:rsidP="00763E6C">
      <w:pPr>
        <w:ind w:left="2127" w:firstLine="709"/>
        <w:rPr>
          <w:rFonts w:asciiTheme="minorHAnsi" w:hAnsiTheme="minorHAnsi"/>
          <w:b/>
          <w:sz w:val="22"/>
          <w:szCs w:val="22"/>
        </w:rPr>
      </w:pPr>
      <w:r>
        <w:rPr>
          <w:rFonts w:asciiTheme="minorHAnsi" w:hAnsiTheme="minorHAnsi"/>
          <w:b/>
          <w:sz w:val="22"/>
          <w:szCs w:val="22"/>
        </w:rPr>
        <w:t xml:space="preserve">                  </w:t>
      </w:r>
      <w:r w:rsidR="00156A91">
        <w:rPr>
          <w:rFonts w:asciiTheme="minorHAnsi" w:hAnsiTheme="minorHAnsi"/>
          <w:b/>
          <w:sz w:val="22"/>
          <w:szCs w:val="22"/>
        </w:rPr>
        <w:t xml:space="preserve">         </w:t>
      </w:r>
      <w:r w:rsidR="004B327E">
        <w:rPr>
          <w:rFonts w:asciiTheme="minorHAnsi" w:hAnsiTheme="minorHAnsi"/>
          <w:b/>
          <w:sz w:val="22"/>
          <w:szCs w:val="22"/>
        </w:rPr>
        <w:t xml:space="preserve"> </w:t>
      </w:r>
      <w:r w:rsidR="009C4B7D">
        <w:rPr>
          <w:rFonts w:asciiTheme="minorHAnsi" w:hAnsiTheme="minorHAnsi"/>
          <w:b/>
          <w:sz w:val="22"/>
          <w:szCs w:val="22"/>
        </w:rPr>
        <w:t>€</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64D818" w14:textId="6AFD5370" w:rsidR="00024E60" w:rsidRDefault="00E34F41" w:rsidP="00024E60">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1376DECF" w14:textId="77777777" w:rsidR="00024E60" w:rsidRDefault="00024E60" w:rsidP="00024E60">
      <w:pPr>
        <w:pStyle w:val="Odsekzoznamu"/>
        <w:spacing w:after="0" w:line="259" w:lineRule="auto"/>
        <w:ind w:left="0" w:right="0" w:firstLine="0"/>
      </w:pPr>
    </w:p>
    <w:p w14:paraId="3053F602" w14:textId="77777777" w:rsidR="00E34F41" w:rsidRDefault="00E34F41" w:rsidP="00E34F41">
      <w:pPr>
        <w:pStyle w:val="Odsekzoznamu"/>
        <w:numPr>
          <w:ilvl w:val="0"/>
          <w:numId w:val="15"/>
        </w:numPr>
        <w:spacing w:after="0" w:line="259" w:lineRule="auto"/>
        <w:ind w:left="0" w:right="0" w:firstLine="0"/>
      </w:pPr>
      <w:r>
        <w:t xml:space="preserve">Faktúry vystavené predávajúcim musia obsahovať všetky náležitosti v súlade s príslušnými právnymi predpismi. V prípade, že faktúra nebude obsahovať predpísané náležitosti daňového </w:t>
      </w:r>
      <w:r>
        <w:lastRenderedPageBreak/>
        <w:t>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26E6A646"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004A1F58">
        <w:rPr>
          <w:b/>
        </w:rPr>
        <w:t>nadobudnutia účinnosti zmluvy do 31.07.2024</w:t>
      </w:r>
      <w:r w:rsidR="004A1F58">
        <w:t xml:space="preserve">  </w:t>
      </w:r>
      <w:r>
        <w:t>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lastRenderedPageBreak/>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w:t>
      </w:r>
      <w:r>
        <w:lastRenderedPageBreak/>
        <w:t>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0C06A70B"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35697C">
        <w:rPr>
          <w:b/>
        </w:rPr>
        <w:t>ovocia, zeleniny a zemiakov</w:t>
      </w:r>
      <w:r w:rsidR="004B327E">
        <w:rPr>
          <w:b/>
        </w:rPr>
        <w:t xml:space="preserve"> </w:t>
      </w:r>
      <w:r w:rsidR="00CC7E56">
        <w:rPr>
          <w:b/>
        </w:rPr>
        <w:t xml:space="preserve">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07E86366"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1722BF5C" w14:textId="061719BD" w:rsidR="00E34F41" w:rsidRDefault="00BD24CB" w:rsidP="00156A91">
      <w:pPr>
        <w:pStyle w:val="Odsekzoznamu"/>
        <w:spacing w:after="0"/>
        <w:ind w:left="0"/>
      </w:pPr>
      <w:r>
        <w:t xml:space="preserve">              </w:t>
      </w:r>
    </w:p>
    <w:p w14:paraId="020F22D6" w14:textId="77777777" w:rsidR="00E34F41" w:rsidRDefault="00E34F41" w:rsidP="00E34F41"/>
    <w:p w14:paraId="19B82FA1" w14:textId="77777777" w:rsidR="00E34F41" w:rsidRDefault="00E34F41" w:rsidP="00E34F41"/>
    <w:p w14:paraId="4A07FCB2" w14:textId="0D04B2DC" w:rsidR="00E34F41" w:rsidRDefault="00E34F41" w:rsidP="00E34F41">
      <w:pPr>
        <w:pStyle w:val="Odsekzoznamu"/>
        <w:numPr>
          <w:ilvl w:val="0"/>
          <w:numId w:val="21"/>
        </w:numPr>
        <w:spacing w:after="0" w:line="259" w:lineRule="auto"/>
        <w:ind w:left="0" w:right="0" w:firstLine="0"/>
      </w:pPr>
      <w:r>
        <w:t xml:space="preserve">Príloha č. 1 – Cenová ponuka: </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B6039" w14:textId="77777777" w:rsidR="00C974A7" w:rsidRDefault="00C974A7">
      <w:r>
        <w:separator/>
      </w:r>
    </w:p>
  </w:endnote>
  <w:endnote w:type="continuationSeparator" w:id="0">
    <w:p w14:paraId="7AA163A2" w14:textId="77777777" w:rsidR="00C974A7" w:rsidRDefault="00C97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047DD0A6"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B655F8">
      <w:rPr>
        <w:rStyle w:val="slostrany"/>
        <w:noProof/>
      </w:rPr>
      <w:t>7</w: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1386166F" w:rsidR="005B578E" w:rsidRDefault="004A1F58"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6E702" w14:textId="77777777" w:rsidR="00C974A7" w:rsidRDefault="00C974A7">
      <w:r>
        <w:separator/>
      </w:r>
    </w:p>
  </w:footnote>
  <w:footnote w:type="continuationSeparator" w:id="0">
    <w:p w14:paraId="15BC5F1D" w14:textId="77777777" w:rsidR="00C974A7" w:rsidRDefault="00C97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4A1F58"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4E60"/>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56A91"/>
    <w:rsid w:val="001749D8"/>
    <w:rsid w:val="001903AB"/>
    <w:rsid w:val="001A4883"/>
    <w:rsid w:val="001A5F9D"/>
    <w:rsid w:val="001A6E47"/>
    <w:rsid w:val="001C033A"/>
    <w:rsid w:val="001E723C"/>
    <w:rsid w:val="002057E8"/>
    <w:rsid w:val="002161BA"/>
    <w:rsid w:val="002221EB"/>
    <w:rsid w:val="00245E78"/>
    <w:rsid w:val="00257218"/>
    <w:rsid w:val="002A6068"/>
    <w:rsid w:val="002B3AE0"/>
    <w:rsid w:val="002C3161"/>
    <w:rsid w:val="002D2EE7"/>
    <w:rsid w:val="002D3D15"/>
    <w:rsid w:val="002E3491"/>
    <w:rsid w:val="002E3DC7"/>
    <w:rsid w:val="003035F7"/>
    <w:rsid w:val="00310BC1"/>
    <w:rsid w:val="003214E1"/>
    <w:rsid w:val="0035697C"/>
    <w:rsid w:val="00356F48"/>
    <w:rsid w:val="00357958"/>
    <w:rsid w:val="003617A4"/>
    <w:rsid w:val="00364AD5"/>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A1F58"/>
    <w:rsid w:val="004B2ED5"/>
    <w:rsid w:val="004B327E"/>
    <w:rsid w:val="004D7E5D"/>
    <w:rsid w:val="00530B4E"/>
    <w:rsid w:val="00532D42"/>
    <w:rsid w:val="00546824"/>
    <w:rsid w:val="00560204"/>
    <w:rsid w:val="00562F75"/>
    <w:rsid w:val="005732B7"/>
    <w:rsid w:val="00584816"/>
    <w:rsid w:val="00593C99"/>
    <w:rsid w:val="005B578E"/>
    <w:rsid w:val="005B652A"/>
    <w:rsid w:val="005C3B43"/>
    <w:rsid w:val="005F1440"/>
    <w:rsid w:val="005F5ADD"/>
    <w:rsid w:val="0061411C"/>
    <w:rsid w:val="00641A80"/>
    <w:rsid w:val="006556DD"/>
    <w:rsid w:val="006B0330"/>
    <w:rsid w:val="006D1812"/>
    <w:rsid w:val="006D45D6"/>
    <w:rsid w:val="00702A69"/>
    <w:rsid w:val="0072384D"/>
    <w:rsid w:val="0073784E"/>
    <w:rsid w:val="007426A2"/>
    <w:rsid w:val="00754FF7"/>
    <w:rsid w:val="00763E6C"/>
    <w:rsid w:val="007657ED"/>
    <w:rsid w:val="00773A61"/>
    <w:rsid w:val="00784703"/>
    <w:rsid w:val="007C2BD9"/>
    <w:rsid w:val="007C2FB1"/>
    <w:rsid w:val="007F75DA"/>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D7987"/>
    <w:rsid w:val="00AF519D"/>
    <w:rsid w:val="00B2092B"/>
    <w:rsid w:val="00B20EF0"/>
    <w:rsid w:val="00B30212"/>
    <w:rsid w:val="00B655F8"/>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974A7"/>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6F65"/>
    <w:rsid w:val="00E37579"/>
    <w:rsid w:val="00E4079F"/>
    <w:rsid w:val="00E4361B"/>
    <w:rsid w:val="00E44728"/>
    <w:rsid w:val="00E44F84"/>
    <w:rsid w:val="00E67267"/>
    <w:rsid w:val="00E774BA"/>
    <w:rsid w:val="00E96305"/>
    <w:rsid w:val="00EB6B02"/>
    <w:rsid w:val="00EE28AB"/>
    <w:rsid w:val="00EE7C9F"/>
    <w:rsid w:val="00F03C49"/>
    <w:rsid w:val="00F15B58"/>
    <w:rsid w:val="00F7021E"/>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el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3</TotalTime>
  <Pages>7</Pages>
  <Words>2355</Words>
  <Characters>13428</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15752</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2022-05-20T06:24:00Z</cp:lastPrinted>
  <dcterms:created xsi:type="dcterms:W3CDTF">2023-05-19T06:38:00Z</dcterms:created>
  <dcterms:modified xsi:type="dcterms:W3CDTF">2023-07-11T12:21:00Z</dcterms:modified>
</cp:coreProperties>
</file>